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D0CC954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B559F7">
        <w:rPr>
          <w:b/>
          <w:lang w:val="en-GB"/>
        </w:rPr>
        <w:t xml:space="preserve"> 17-ss00</w:t>
      </w:r>
      <w:r w:rsidR="0087035B">
        <w:rPr>
          <w:b/>
          <w:lang w:val="en-GB"/>
        </w:rPr>
        <w:t>1</w:t>
      </w:r>
      <w:r w:rsidR="00B559F7">
        <w:rPr>
          <w:b/>
          <w:lang w:val="en-GB"/>
        </w:rPr>
        <w:t>-2</w:t>
      </w:r>
      <w:r w:rsidR="0087035B">
        <w:rPr>
          <w:b/>
          <w:lang w:val="en-GB"/>
        </w:rPr>
        <w:t>6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A761AF">
        <w:trPr>
          <w:trHeight w:val="416"/>
        </w:trPr>
        <w:tc>
          <w:tcPr>
            <w:tcW w:w="4673" w:type="dxa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78099145" w:rsidR="00B0293A" w:rsidRPr="00A83773" w:rsidRDefault="008703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81448">
              <w:rPr>
                <w:rFonts w:ascii="Calibri" w:hAnsi="Calibri"/>
                <w:szCs w:val="20"/>
              </w:rPr>
              <w:t>3</w:t>
            </w:r>
            <w:r w:rsidR="002E52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E526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4D9567D4" w14:textId="77777777" w:rsidTr="00F9710B">
        <w:tc>
          <w:tcPr>
            <w:tcW w:w="4673" w:type="dxa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89AC335" w:rsidR="00B0293A" w:rsidRPr="00A83773" w:rsidRDefault="00C8144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B559F7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B559F7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2E8E3BDC" w14:textId="77777777" w:rsidTr="00F9710B">
        <w:tc>
          <w:tcPr>
            <w:tcW w:w="4673" w:type="dxa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32D194DA" w:rsidR="00B0293A" w:rsidRPr="00A83773" w:rsidRDefault="00C814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B559F7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02</w:t>
            </w:r>
            <w:r w:rsidR="00B559F7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2F158EC0" w:rsidR="00B0293A" w:rsidRPr="00A83773" w:rsidRDefault="00C8144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2E5266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</w:t>
            </w:r>
            <w:r w:rsidR="00E11C06">
              <w:rPr>
                <w:rFonts w:ascii="Calibri" w:hAnsi="Calibri"/>
                <w:szCs w:val="20"/>
              </w:rPr>
              <w:t>2</w:t>
            </w:r>
            <w:r w:rsidR="002E5266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1D91F0FB" w14:textId="77777777" w:rsidTr="00F9710B">
        <w:tc>
          <w:tcPr>
            <w:tcW w:w="4673" w:type="dxa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3078826C" w:rsidR="00B0293A" w:rsidRPr="00A83773" w:rsidRDefault="00C814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2E5266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</w:t>
            </w:r>
            <w:r w:rsidR="00E11C06">
              <w:rPr>
                <w:rFonts w:ascii="Calibri" w:hAnsi="Calibri"/>
                <w:szCs w:val="20"/>
              </w:rPr>
              <w:t>2</w:t>
            </w:r>
            <w:r w:rsidR="002E5266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5319267B" w14:textId="77777777" w:rsidTr="00F9710B">
        <w:tc>
          <w:tcPr>
            <w:tcW w:w="4673" w:type="dxa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750259D6" w:rsidR="00B0293A" w:rsidRPr="00A83773" w:rsidRDefault="00C814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2E5266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02</w:t>
            </w:r>
            <w:r w:rsidR="002E5266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603C6C3A" w14:textId="77777777" w:rsidTr="00F9710B">
        <w:tc>
          <w:tcPr>
            <w:tcW w:w="4673" w:type="dxa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1768E8DB" w:rsidR="00B0293A" w:rsidRPr="00A83773" w:rsidRDefault="00C814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F24568">
              <w:rPr>
                <w:rFonts w:ascii="Calibri" w:hAnsi="Calibri"/>
                <w:szCs w:val="20"/>
              </w:rPr>
              <w:t>/02/26</w:t>
            </w:r>
          </w:p>
        </w:tc>
      </w:tr>
      <w:tr w:rsidR="00B0293A" w:rsidRPr="00A83773" w14:paraId="405F2EC0" w14:textId="77777777" w:rsidTr="00F9710B">
        <w:tc>
          <w:tcPr>
            <w:tcW w:w="4673" w:type="dxa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478CAAEF" w:rsidR="00B0293A" w:rsidRPr="00A83773" w:rsidRDefault="00C814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F24568">
              <w:rPr>
                <w:rFonts w:ascii="Calibri" w:hAnsi="Calibri"/>
                <w:szCs w:val="20"/>
              </w:rPr>
              <w:t>/02/26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6E237D89" w:rsidR="00B0293A" w:rsidRPr="00532E97" w:rsidRDefault="00C814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F24568">
              <w:rPr>
                <w:rFonts w:ascii="Calibri" w:hAnsi="Calibri"/>
                <w:szCs w:val="20"/>
              </w:rPr>
              <w:t>/02/26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28E31" w14:textId="77777777" w:rsidR="003C0BB6" w:rsidRDefault="003C0BB6">
      <w:r>
        <w:separator/>
      </w:r>
    </w:p>
  </w:endnote>
  <w:endnote w:type="continuationSeparator" w:id="0">
    <w:p w14:paraId="098AB879" w14:textId="77777777" w:rsidR="003C0BB6" w:rsidRDefault="003C0BB6">
      <w:r>
        <w:continuationSeparator/>
      </w:r>
    </w:p>
  </w:endnote>
  <w:endnote w:type="continuationNotice" w:id="1">
    <w:p w14:paraId="3AF8D2BE" w14:textId="77777777" w:rsidR="003C0BB6" w:rsidRDefault="003C0B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A3EF35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81448">
      <w:rPr>
        <w:noProof/>
      </w:rPr>
      <w:t>2026-01-28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DAA0E" w14:textId="77777777" w:rsidR="003C0BB6" w:rsidRDefault="003C0BB6">
      <w:r>
        <w:separator/>
      </w:r>
    </w:p>
  </w:footnote>
  <w:footnote w:type="continuationSeparator" w:id="0">
    <w:p w14:paraId="269B3423" w14:textId="77777777" w:rsidR="003C0BB6" w:rsidRDefault="003C0BB6">
      <w:r>
        <w:continuationSeparator/>
      </w:r>
    </w:p>
  </w:footnote>
  <w:footnote w:type="continuationNotice" w:id="1">
    <w:p w14:paraId="4FF5173C" w14:textId="77777777" w:rsidR="003C0BB6" w:rsidRDefault="003C0B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5BF"/>
    <w:rsid w:val="00055D4A"/>
    <w:rsid w:val="0006191C"/>
    <w:rsid w:val="00063557"/>
    <w:rsid w:val="000644F4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0A87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217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7718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5E3E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4F6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26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0BB6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FD5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2C4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4F7AA9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7C4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87F2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580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97E42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0B9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035B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4EC"/>
    <w:rsid w:val="00997B5D"/>
    <w:rsid w:val="009A2D95"/>
    <w:rsid w:val="009A30D6"/>
    <w:rsid w:val="009A4E7E"/>
    <w:rsid w:val="009A5F9C"/>
    <w:rsid w:val="009A7908"/>
    <w:rsid w:val="009B0373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5D35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5C31"/>
    <w:rsid w:val="00A71246"/>
    <w:rsid w:val="00A74C87"/>
    <w:rsid w:val="00A755AB"/>
    <w:rsid w:val="00A761AF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2E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9F7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F4D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6AA2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45D3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44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CBA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003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06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52C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121"/>
    <w:rsid w:val="00EC51A1"/>
    <w:rsid w:val="00ED10DE"/>
    <w:rsid w:val="00ED1288"/>
    <w:rsid w:val="00ED463D"/>
    <w:rsid w:val="00ED6A7D"/>
    <w:rsid w:val="00EE1027"/>
    <w:rsid w:val="00EE49F6"/>
    <w:rsid w:val="00EE5C29"/>
    <w:rsid w:val="00EE651A"/>
    <w:rsid w:val="00EE7C57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568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6E7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96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26</cp:revision>
  <cp:lastPrinted>2013-10-18T08:32:00Z</cp:lastPrinted>
  <dcterms:created xsi:type="dcterms:W3CDTF">2020-07-06T12:40:00Z</dcterms:created>
  <dcterms:modified xsi:type="dcterms:W3CDTF">2026-01-28T03:34:00Z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